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09659264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933269">
        <w:rPr>
          <w:rFonts w:cs="Arial"/>
          <w:color w:val="000000"/>
          <w:sz w:val="22"/>
        </w:rPr>
        <w:t>0</w:t>
      </w:r>
      <w:r w:rsidR="00DB5A51">
        <w:rPr>
          <w:rFonts w:cs="Arial"/>
          <w:color w:val="000000"/>
          <w:sz w:val="22"/>
        </w:rPr>
        <w:t>9</w:t>
      </w:r>
      <w:r w:rsidR="00E0231B">
        <w:rPr>
          <w:rFonts w:cs="Arial"/>
          <w:color w:val="000000"/>
          <w:sz w:val="22"/>
        </w:rPr>
        <w:t>.0</w:t>
      </w:r>
      <w:r w:rsidR="00933269">
        <w:rPr>
          <w:rFonts w:cs="Arial"/>
          <w:color w:val="000000"/>
          <w:sz w:val="22"/>
        </w:rPr>
        <w:t>7</w:t>
      </w:r>
      <w:r w:rsidRPr="00316376">
        <w:rPr>
          <w:rFonts w:cs="Arial"/>
          <w:color w:val="000000"/>
          <w:sz w:val="22"/>
        </w:rPr>
        <w:t>.2025 nr JV-MAA-1/</w:t>
      </w:r>
      <w:r w:rsidR="00F55A60">
        <w:rPr>
          <w:rFonts w:cs="Arial"/>
          <w:color w:val="000000"/>
          <w:sz w:val="22"/>
        </w:rPr>
        <w:t>31</w:t>
      </w:r>
      <w:r w:rsidR="00B709C2">
        <w:rPr>
          <w:rFonts w:cs="Arial"/>
          <w:color w:val="000000"/>
          <w:sz w:val="22"/>
        </w:rPr>
        <w:t>41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224"/>
      </w:tblGrid>
      <w:tr w:rsidR="000505BA" w:rsidRPr="000B2E35" w14:paraId="5CF7D843" w14:textId="77777777" w:rsidTr="00C91854">
        <w:trPr>
          <w:trHeight w:val="417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C91854">
        <w:trPr>
          <w:trHeight w:val="4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C91854">
        <w:trPr>
          <w:trHeight w:val="272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C91854">
        <w:trPr>
          <w:trHeight w:val="4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C91854">
        <w:trPr>
          <w:trHeight w:val="6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C91854">
        <w:trPr>
          <w:trHeight w:val="94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41D22CC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Nimi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Kristjan Ott</w:t>
            </w:r>
          </w:p>
        </w:tc>
      </w:tr>
      <w:tr w:rsidR="000505BA" w:rsidRPr="000B2E35" w14:paraId="514FD04C" w14:textId="77777777" w:rsidTr="00C91854">
        <w:trPr>
          <w:trHeight w:val="93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78EEA" w14:textId="4526F1A2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hyperlink r:id="rId12" w:history="1">
              <w:r w:rsidR="00933269" w:rsidRPr="00F947B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kristjan.ott@elektrilevi.ee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;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telefon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58 627 141</w:t>
            </w:r>
          </w:p>
          <w:p w14:paraId="7172847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C91854">
        <w:trPr>
          <w:trHeight w:val="9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3FD96C5C" w:rsidR="000505BA" w:rsidRPr="000B2E35" w:rsidRDefault="000505BA" w:rsidP="00DB14F4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933269">
              <w:rPr>
                <w:rFonts w:ascii="Calibri" w:eastAsia="Calibri" w:hAnsi="Calibri"/>
                <w:sz w:val="22"/>
                <w:szCs w:val="22"/>
                <w:lang w:val="et-EE"/>
              </w:rPr>
              <w:t>ga liitumine</w:t>
            </w:r>
          </w:p>
        </w:tc>
      </w:tr>
      <w:tr w:rsidR="000505BA" w:rsidRPr="000B2E35" w14:paraId="4433B2A0" w14:textId="77777777" w:rsidTr="00C91854">
        <w:trPr>
          <w:trHeight w:val="15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B14F4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C91854">
        <w:trPr>
          <w:trHeight w:val="580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091F3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6CF41BD8" w:rsidR="000505BA" w:rsidRPr="000B2E35" w:rsidRDefault="00933269" w:rsidP="00273EF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LC3</w:t>
            </w:r>
            <w:r w:rsidR="00DB5A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96</w:t>
            </w:r>
            <w:r w:rsidR="00B011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</w:t>
            </w:r>
            <w:r w:rsidR="00273EF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D74B5"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</w:t>
            </w:r>
            <w:r w:rsidR="00B011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Teeääre</w:t>
            </w:r>
            <w:r w:rsidR="00DB5A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elektriliitumine, Vetiku küla, Vinni vald, Lääne-Viru maakond</w:t>
            </w:r>
            <w:r w:rsidR="00091F39"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505BA" w:rsidRPr="000B2E35" w14:paraId="70389172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3CE075" w14:textId="3BA4822C" w:rsidR="00A67711" w:rsidRPr="00A67711" w:rsidRDefault="00A67711" w:rsidP="00A6771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DB5A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Raido Rebane</w:t>
            </w:r>
          </w:p>
          <w:p w14:paraId="293EFB39" w14:textId="721B5B64" w:rsidR="000505BA" w:rsidRPr="000B2E35" w:rsidRDefault="00DB5A51" w:rsidP="00A6771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Leonhard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286CF697" w:rsidR="000505BA" w:rsidRPr="000B2E35" w:rsidRDefault="00DB5A51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</w:t>
            </w:r>
            <w:r w:rsidR="0096459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.0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.2025  nr 7.1-2/25/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107</w:t>
            </w:r>
            <w:r w:rsidR="0096459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99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</w:t>
            </w:r>
          </w:p>
        </w:tc>
      </w:tr>
      <w:tr w:rsidR="000505BA" w:rsidRPr="000B2E35" w14:paraId="5C928269" w14:textId="77777777" w:rsidTr="00C91854">
        <w:trPr>
          <w:trHeight w:val="312"/>
        </w:trPr>
        <w:tc>
          <w:tcPr>
            <w:tcW w:w="3114" w:type="dxa"/>
            <w:vMerge w:val="restart"/>
          </w:tcPr>
          <w:p w14:paraId="3EAE6C62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C9185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C91854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696A62D3" w14:textId="79930209" w:rsidR="00C473E5" w:rsidRDefault="00DB5A51" w:rsidP="00C473E5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88 Rakvere-Rannapungerja</w:t>
            </w:r>
            <w:r w:rsidR="0030774F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60513F7F" w14:textId="315E1A49" w:rsidR="000505BA" w:rsidRPr="008F0BAD" w:rsidRDefault="000505BA" w:rsidP="00DB14F4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B14F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C91854">
        <w:trPr>
          <w:trHeight w:val="415"/>
        </w:trPr>
        <w:tc>
          <w:tcPr>
            <w:tcW w:w="3114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15D54E4C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DB5A51">
              <w:rPr>
                <w:rFonts w:ascii="Times New Roman" w:hAnsi="Times New Roman"/>
                <w:bCs/>
                <w:lang w:val="et-EE"/>
              </w:rPr>
              <w:t>90002:001:2880</w:t>
            </w:r>
          </w:p>
          <w:p w14:paraId="17B972FB" w14:textId="6A869A77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DB5A51">
              <w:rPr>
                <w:rFonts w:ascii="Times New Roman" w:hAnsi="Times New Roman"/>
                <w:bCs/>
                <w:lang w:val="et-EE"/>
              </w:rPr>
              <w:t>87827</w:t>
            </w:r>
            <w:r w:rsidR="00C12E95">
              <w:rPr>
                <w:rFonts w:ascii="Times New Roman" w:hAnsi="Times New Roman"/>
                <w:bCs/>
                <w:lang w:val="et-EE"/>
              </w:rPr>
              <w:t>50</w:t>
            </w:r>
          </w:p>
          <w:p w14:paraId="407CC513" w14:textId="6EFF7BE7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DB5A51">
              <w:rPr>
                <w:rFonts w:ascii="Times New Roman" w:hAnsi="Times New Roman"/>
                <w:bCs/>
                <w:lang w:val="et-EE"/>
              </w:rPr>
              <w:t>88 Rakvere-Rannapungerja tee, Vetiku küla, Vinni vald, Lääne-Viru maakond</w:t>
            </w:r>
          </w:p>
          <w:p w14:paraId="0DA14518" w14:textId="2CE9F861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DB5A51">
              <w:rPr>
                <w:rFonts w:ascii="Times New Roman" w:hAnsi="Times New Roman"/>
                <w:bCs/>
                <w:lang w:val="et-EE"/>
              </w:rPr>
              <w:t>74371</w:t>
            </w:r>
          </w:p>
          <w:p w14:paraId="7EE45F5D" w14:textId="0A62EE72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</w:t>
            </w:r>
            <w:r w:rsidR="0026172F">
              <w:rPr>
                <w:rFonts w:ascii="Times New Roman" w:hAnsi="Times New Roman"/>
                <w:bCs/>
                <w:lang w:val="et-EE"/>
              </w:rPr>
              <w:t>, 2, 3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6F71D3D8" w14:textId="1A9135B7" w:rsidR="005623A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26172F">
              <w:rPr>
                <w:rFonts w:ascii="Times New Roman" w:hAnsi="Times New Roman"/>
                <w:bCs/>
                <w:lang w:val="et-EE"/>
              </w:rPr>
              <w:t>8</w:t>
            </w:r>
            <w:r w:rsidR="00DB5A51">
              <w:rPr>
                <w:rFonts w:ascii="Times New Roman" w:hAnsi="Times New Roman"/>
                <w:bCs/>
                <w:lang w:val="et-EE"/>
              </w:rPr>
              <w:t>702</w:t>
            </w:r>
            <w:r w:rsidR="00410F15">
              <w:rPr>
                <w:rFonts w:ascii="Times New Roman" w:hAnsi="Times New Roman"/>
                <w:bCs/>
                <w:lang w:val="et-EE"/>
              </w:rPr>
              <w:t>66</w:t>
            </w:r>
          </w:p>
          <w:p w14:paraId="1CD7D4F6" w14:textId="0BCA4E7A" w:rsidR="00C36E8C" w:rsidRDefault="00754EAC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3" w:history="1">
              <w:r w:rsidRPr="0084207C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https://pari.kataster.ee/magic-link/085a4e28-e2af-4696-8c1c-3e250600c41f</w:t>
              </w:r>
            </w:hyperlink>
          </w:p>
          <w:p w14:paraId="1FBDD445" w14:textId="77777777" w:rsidR="00754EAC" w:rsidRDefault="00754EAC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  <w:p w14:paraId="1EDDACD9" w14:textId="304520DF" w:rsidR="00C36E8C" w:rsidRPr="000B2E35" w:rsidRDefault="00C36E8C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6F163848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(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-id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)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63C57851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 xml:space="preserve">Lugupidamisega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Kristjan Ott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3CBBD2F9" w:rsidR="007127AD" w:rsidRPr="007127AD" w:rsidRDefault="00C36E8C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 xml:space="preserve">aaõiguse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s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7B21D" w14:textId="77777777" w:rsidR="0026021E" w:rsidRDefault="0026021E">
      <w:r>
        <w:separator/>
      </w:r>
    </w:p>
  </w:endnote>
  <w:endnote w:type="continuationSeparator" w:id="0">
    <w:p w14:paraId="52530377" w14:textId="77777777" w:rsidR="0026021E" w:rsidRDefault="0026021E">
      <w:r>
        <w:continuationSeparator/>
      </w:r>
    </w:p>
  </w:endnote>
  <w:endnote w:type="continuationNotice" w:id="1">
    <w:p w14:paraId="2C87F2BB" w14:textId="77777777" w:rsidR="0026021E" w:rsidRDefault="002602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Tallinn</w:t>
          </w:r>
          <w:proofErr w:type="spellEnd"/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23084" w14:textId="77777777" w:rsidR="0026021E" w:rsidRDefault="0026021E">
      <w:r>
        <w:separator/>
      </w:r>
    </w:p>
  </w:footnote>
  <w:footnote w:type="continuationSeparator" w:id="0">
    <w:p w14:paraId="3EEC14CE" w14:textId="77777777" w:rsidR="0026021E" w:rsidRDefault="0026021E">
      <w:r>
        <w:continuationSeparator/>
      </w:r>
    </w:p>
  </w:footnote>
  <w:footnote w:type="continuationNotice" w:id="1">
    <w:p w14:paraId="16CE5B22" w14:textId="77777777" w:rsidR="0026021E" w:rsidRDefault="002602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46344"/>
    <w:rsid w:val="000505BA"/>
    <w:rsid w:val="00091F39"/>
    <w:rsid w:val="000B417F"/>
    <w:rsid w:val="000B4850"/>
    <w:rsid w:val="000B57BA"/>
    <w:rsid w:val="000F3E27"/>
    <w:rsid w:val="00103444"/>
    <w:rsid w:val="00111A7D"/>
    <w:rsid w:val="0013797F"/>
    <w:rsid w:val="00146F8F"/>
    <w:rsid w:val="0016210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5382"/>
    <w:rsid w:val="00225172"/>
    <w:rsid w:val="00227EE8"/>
    <w:rsid w:val="002401E8"/>
    <w:rsid w:val="0024234A"/>
    <w:rsid w:val="0026021E"/>
    <w:rsid w:val="0026172F"/>
    <w:rsid w:val="002641F5"/>
    <w:rsid w:val="002726A3"/>
    <w:rsid w:val="002732AA"/>
    <w:rsid w:val="00273EF1"/>
    <w:rsid w:val="002935BE"/>
    <w:rsid w:val="002A1036"/>
    <w:rsid w:val="002A18A4"/>
    <w:rsid w:val="002A2B20"/>
    <w:rsid w:val="002B43F1"/>
    <w:rsid w:val="002C22A3"/>
    <w:rsid w:val="002D4D27"/>
    <w:rsid w:val="002D6251"/>
    <w:rsid w:val="002E0EF7"/>
    <w:rsid w:val="002F07BC"/>
    <w:rsid w:val="002F7CB0"/>
    <w:rsid w:val="00300E09"/>
    <w:rsid w:val="003073D3"/>
    <w:rsid w:val="0030774F"/>
    <w:rsid w:val="003127FB"/>
    <w:rsid w:val="00316376"/>
    <w:rsid w:val="0033388C"/>
    <w:rsid w:val="00335CBC"/>
    <w:rsid w:val="00344245"/>
    <w:rsid w:val="003467AE"/>
    <w:rsid w:val="003551E2"/>
    <w:rsid w:val="00356E30"/>
    <w:rsid w:val="00357C22"/>
    <w:rsid w:val="00364590"/>
    <w:rsid w:val="00365F2B"/>
    <w:rsid w:val="00381AE8"/>
    <w:rsid w:val="00382D66"/>
    <w:rsid w:val="003A0ECE"/>
    <w:rsid w:val="003B5885"/>
    <w:rsid w:val="003B6F35"/>
    <w:rsid w:val="003D782C"/>
    <w:rsid w:val="003F5996"/>
    <w:rsid w:val="00402D9D"/>
    <w:rsid w:val="00410F15"/>
    <w:rsid w:val="004170C1"/>
    <w:rsid w:val="00430FA1"/>
    <w:rsid w:val="00470107"/>
    <w:rsid w:val="00491AD7"/>
    <w:rsid w:val="0049396A"/>
    <w:rsid w:val="004D1D70"/>
    <w:rsid w:val="004E5DD5"/>
    <w:rsid w:val="0050379B"/>
    <w:rsid w:val="00532D2F"/>
    <w:rsid w:val="005525F7"/>
    <w:rsid w:val="005623AF"/>
    <w:rsid w:val="00566CB9"/>
    <w:rsid w:val="005755DF"/>
    <w:rsid w:val="00581E38"/>
    <w:rsid w:val="00582590"/>
    <w:rsid w:val="00585B08"/>
    <w:rsid w:val="0059529B"/>
    <w:rsid w:val="005A217D"/>
    <w:rsid w:val="005A710F"/>
    <w:rsid w:val="005B1449"/>
    <w:rsid w:val="005B1C18"/>
    <w:rsid w:val="005C1966"/>
    <w:rsid w:val="005C24D9"/>
    <w:rsid w:val="005C4230"/>
    <w:rsid w:val="005E3618"/>
    <w:rsid w:val="00605B27"/>
    <w:rsid w:val="00615EB0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A27A9"/>
    <w:rsid w:val="006B28B7"/>
    <w:rsid w:val="006B5553"/>
    <w:rsid w:val="006B6470"/>
    <w:rsid w:val="006B79A8"/>
    <w:rsid w:val="006C1103"/>
    <w:rsid w:val="006E048F"/>
    <w:rsid w:val="006E49AA"/>
    <w:rsid w:val="006F595A"/>
    <w:rsid w:val="00704301"/>
    <w:rsid w:val="0070500B"/>
    <w:rsid w:val="007127AD"/>
    <w:rsid w:val="00754EAC"/>
    <w:rsid w:val="00754F94"/>
    <w:rsid w:val="00755DE3"/>
    <w:rsid w:val="00765D62"/>
    <w:rsid w:val="0077377F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6F46"/>
    <w:rsid w:val="00896568"/>
    <w:rsid w:val="008C4DA3"/>
    <w:rsid w:val="008C5B01"/>
    <w:rsid w:val="008D2D2A"/>
    <w:rsid w:val="008D3667"/>
    <w:rsid w:val="008D74B5"/>
    <w:rsid w:val="008F2A05"/>
    <w:rsid w:val="008F47F1"/>
    <w:rsid w:val="0091258F"/>
    <w:rsid w:val="00912BDF"/>
    <w:rsid w:val="009303BE"/>
    <w:rsid w:val="00930BE5"/>
    <w:rsid w:val="00933269"/>
    <w:rsid w:val="009408B3"/>
    <w:rsid w:val="00950164"/>
    <w:rsid w:val="00962A66"/>
    <w:rsid w:val="00963440"/>
    <w:rsid w:val="00963490"/>
    <w:rsid w:val="00964593"/>
    <w:rsid w:val="00992B14"/>
    <w:rsid w:val="009A0457"/>
    <w:rsid w:val="009A6455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E1639"/>
    <w:rsid w:val="00AE6B50"/>
    <w:rsid w:val="00AF6389"/>
    <w:rsid w:val="00B0111F"/>
    <w:rsid w:val="00B05AE2"/>
    <w:rsid w:val="00B33B98"/>
    <w:rsid w:val="00B4021D"/>
    <w:rsid w:val="00B61872"/>
    <w:rsid w:val="00B709C2"/>
    <w:rsid w:val="00B72E9F"/>
    <w:rsid w:val="00B845CE"/>
    <w:rsid w:val="00B91B48"/>
    <w:rsid w:val="00BA3B23"/>
    <w:rsid w:val="00BA66A4"/>
    <w:rsid w:val="00BA75D5"/>
    <w:rsid w:val="00BC0F91"/>
    <w:rsid w:val="00BD14A4"/>
    <w:rsid w:val="00BF0E4C"/>
    <w:rsid w:val="00BF4038"/>
    <w:rsid w:val="00C0020C"/>
    <w:rsid w:val="00C12E95"/>
    <w:rsid w:val="00C14ACD"/>
    <w:rsid w:val="00C34030"/>
    <w:rsid w:val="00C36E8C"/>
    <w:rsid w:val="00C473E5"/>
    <w:rsid w:val="00C526F5"/>
    <w:rsid w:val="00C53640"/>
    <w:rsid w:val="00C712AC"/>
    <w:rsid w:val="00C712E9"/>
    <w:rsid w:val="00C86912"/>
    <w:rsid w:val="00C86C12"/>
    <w:rsid w:val="00C86E8D"/>
    <w:rsid w:val="00C91854"/>
    <w:rsid w:val="00C94341"/>
    <w:rsid w:val="00C95ABD"/>
    <w:rsid w:val="00C966E8"/>
    <w:rsid w:val="00CA4C43"/>
    <w:rsid w:val="00CB0FEA"/>
    <w:rsid w:val="00CB31D7"/>
    <w:rsid w:val="00CE4916"/>
    <w:rsid w:val="00CE5616"/>
    <w:rsid w:val="00CE6E1D"/>
    <w:rsid w:val="00CF5F86"/>
    <w:rsid w:val="00D00B63"/>
    <w:rsid w:val="00D0223D"/>
    <w:rsid w:val="00D100C4"/>
    <w:rsid w:val="00D14728"/>
    <w:rsid w:val="00D25D80"/>
    <w:rsid w:val="00D30B1A"/>
    <w:rsid w:val="00D343E0"/>
    <w:rsid w:val="00D4458D"/>
    <w:rsid w:val="00D7775D"/>
    <w:rsid w:val="00D77FE1"/>
    <w:rsid w:val="00D8006E"/>
    <w:rsid w:val="00D879EE"/>
    <w:rsid w:val="00D902BD"/>
    <w:rsid w:val="00DA7CDA"/>
    <w:rsid w:val="00DB14F4"/>
    <w:rsid w:val="00DB17D9"/>
    <w:rsid w:val="00DB5A51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B5167"/>
    <w:rsid w:val="00EB79F8"/>
    <w:rsid w:val="00EB7E1A"/>
    <w:rsid w:val="00EC15EB"/>
    <w:rsid w:val="00EC6F44"/>
    <w:rsid w:val="00ED26F8"/>
    <w:rsid w:val="00EF0689"/>
    <w:rsid w:val="00F05A6A"/>
    <w:rsid w:val="00F30F4E"/>
    <w:rsid w:val="00F400F4"/>
    <w:rsid w:val="00F50474"/>
    <w:rsid w:val="00F55A60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085a4e28-e2af-4696-8c1c-3e250600c41f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ristjan.ott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2</Pages>
  <Words>265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2</cp:revision>
  <cp:lastPrinted>2025-04-15T10:05:00Z</cp:lastPrinted>
  <dcterms:created xsi:type="dcterms:W3CDTF">2025-07-09T07:35:00Z</dcterms:created>
  <dcterms:modified xsi:type="dcterms:W3CDTF">2025-07-09T07:35:00Z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